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  <Override PartName="/_xmlsignatures/sig7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4EF" w:rsidRPr="00B345AF" w:rsidRDefault="002454EF" w:rsidP="003C1B27">
      <w:pPr>
        <w:spacing w:line="240" w:lineRule="auto"/>
        <w:ind w:left="3974" w:firstLine="0"/>
        <w:jc w:val="left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t>ДО</w:t>
      </w:r>
      <w:r w:rsidRPr="00701047">
        <w:rPr>
          <w:rFonts w:ascii="Times New Roman" w:hAnsi="Times New Roman"/>
          <w:b/>
        </w:rPr>
        <w:t xml:space="preserve"> </w:t>
      </w:r>
    </w:p>
    <w:p w:rsidR="002454EF" w:rsidRDefault="002454EF" w:rsidP="00120AE6">
      <w:pPr>
        <w:spacing w:after="0" w:line="240" w:lineRule="auto"/>
        <w:ind w:left="3974" w:firstLine="0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Г-Н ГРОЗДАН КАРАДЖОВ</w:t>
      </w:r>
    </w:p>
    <w:p w:rsidR="00120AE6" w:rsidRDefault="002454EF" w:rsidP="003C1B27">
      <w:pPr>
        <w:spacing w:line="240" w:lineRule="auto"/>
        <w:ind w:left="3974" w:firstLine="0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ЗАМЕСТНИК МИНИСТЪР-ПРЕДСЕДАТЕЛ И МИНИСТЪР НА ТРАНСПОРТА И СЪОБЩЕНИЯТА </w:t>
      </w:r>
      <w:r w:rsidR="00120AE6">
        <w:rPr>
          <w:rFonts w:ascii="Times New Roman" w:hAnsi="Times New Roman"/>
          <w:b/>
        </w:rPr>
        <w:t xml:space="preserve"> </w:t>
      </w:r>
    </w:p>
    <w:p w:rsidR="00120AE6" w:rsidRPr="00120AE6" w:rsidRDefault="00120AE6" w:rsidP="00120AE6">
      <w:pPr>
        <w:spacing w:after="0" w:line="240" w:lineRule="auto"/>
        <w:ind w:left="3974" w:firstLine="0"/>
        <w:jc w:val="left"/>
        <w:rPr>
          <w:rFonts w:ascii="Times New Roman" w:hAnsi="Times New Roman"/>
          <w:b/>
          <w:u w:val="single"/>
        </w:rPr>
      </w:pPr>
      <w:r w:rsidRPr="00120AE6">
        <w:rPr>
          <w:rFonts w:ascii="Times New Roman" w:hAnsi="Times New Roman"/>
          <w:b/>
          <w:u w:val="single"/>
        </w:rPr>
        <w:t>На Ваш рег. № 04-09-</w:t>
      </w:r>
      <w:r w:rsidR="00497BBF">
        <w:rPr>
          <w:rFonts w:ascii="Times New Roman" w:hAnsi="Times New Roman"/>
          <w:b/>
          <w:u w:val="single"/>
        </w:rPr>
        <w:t>322</w:t>
      </w:r>
      <w:r w:rsidRPr="00120AE6">
        <w:rPr>
          <w:rFonts w:ascii="Times New Roman" w:hAnsi="Times New Roman"/>
          <w:b/>
          <w:u w:val="single"/>
        </w:rPr>
        <w:t>/</w:t>
      </w:r>
      <w:r w:rsidR="00497BBF">
        <w:rPr>
          <w:rFonts w:ascii="Times New Roman" w:hAnsi="Times New Roman"/>
          <w:b/>
          <w:u w:val="single"/>
        </w:rPr>
        <w:t>11.11</w:t>
      </w:r>
      <w:r w:rsidRPr="00120AE6">
        <w:rPr>
          <w:rFonts w:ascii="Times New Roman" w:hAnsi="Times New Roman"/>
          <w:b/>
          <w:u w:val="single"/>
        </w:rPr>
        <w:t>.2025 г.</w:t>
      </w:r>
    </w:p>
    <w:p w:rsidR="00120AE6" w:rsidRPr="00120AE6" w:rsidRDefault="00120AE6" w:rsidP="00120AE6">
      <w:pPr>
        <w:spacing w:after="0" w:line="240" w:lineRule="auto"/>
        <w:ind w:left="3974" w:firstLine="0"/>
        <w:jc w:val="left"/>
        <w:rPr>
          <w:rFonts w:ascii="Times New Roman" w:hAnsi="Times New Roman"/>
          <w:b/>
          <w:u w:val="single"/>
        </w:rPr>
      </w:pPr>
    </w:p>
    <w:p w:rsidR="002454EF" w:rsidRDefault="00120AE6" w:rsidP="00120AE6">
      <w:pPr>
        <w:spacing w:after="0" w:line="22" w:lineRule="atLeast"/>
        <w:ind w:left="4050" w:hanging="1080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КОПИЕ:</w:t>
      </w:r>
      <w:r w:rsidRPr="00120AE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Г-Н МАРТИН ГЕОРГИЕВ</w:t>
      </w:r>
      <w:r>
        <w:rPr>
          <w:rFonts w:ascii="Times New Roman" w:hAnsi="Times New Roman"/>
          <w:b/>
        </w:rPr>
        <w:br/>
        <w:t>РЪКОВОДИТЕЛ НА УПРАВЛЯВАЩИЯ ОРГАН НА ПРОГРАМА „ТРАНСПОРТНА СВЪРЗАНОСТ“ 2021-2027 Г. И ДИРЕКТОР НА ДИРЕКЦИЯ „КООРДИНАЦИЯ НА ПРОГРАМИ И ПРОЕКТИ“, МИНИСТЕРСТВО НА ТРАНСПОРТА И СЪОБЩЕНИЯТА</w:t>
      </w:r>
      <w:r w:rsidR="002454EF">
        <w:rPr>
          <w:rFonts w:ascii="Times New Roman" w:hAnsi="Times New Roman"/>
          <w:b/>
        </w:rPr>
        <w:br/>
      </w:r>
    </w:p>
    <w:p w:rsidR="002454EF" w:rsidRPr="00810EBF" w:rsidRDefault="002454EF" w:rsidP="002454EF">
      <w:pPr>
        <w:spacing w:line="240" w:lineRule="auto"/>
        <w:rPr>
          <w:rFonts w:ascii="Times New Roman" w:hAnsi="Times New Roman"/>
          <w:b/>
          <w:szCs w:val="24"/>
          <w:lang w:val="en-US"/>
        </w:rPr>
      </w:pPr>
    </w:p>
    <w:p w:rsidR="00DA4225" w:rsidRDefault="00DA4225" w:rsidP="00DA4225">
      <w:pPr>
        <w:spacing w:line="336" w:lineRule="auto"/>
        <w:rPr>
          <w:rFonts w:ascii="Times New Roman" w:hAnsi="Times New Roman"/>
          <w:b/>
          <w:szCs w:val="24"/>
        </w:rPr>
      </w:pPr>
    </w:p>
    <w:p w:rsidR="002454EF" w:rsidRDefault="002454EF" w:rsidP="00DA4225">
      <w:pPr>
        <w:spacing w:line="336" w:lineRule="auto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УВАЖАЕМИ ГОСПОДИН КАРАДЖОВ,</w:t>
      </w:r>
    </w:p>
    <w:p w:rsidR="00AC70C0" w:rsidRDefault="00A53E84" w:rsidP="00DA4225">
      <w:pPr>
        <w:tabs>
          <w:tab w:val="center" w:pos="4153"/>
          <w:tab w:val="right" w:pos="8306"/>
        </w:tabs>
        <w:spacing w:line="336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Във връзка с изпратените на основание </w:t>
      </w:r>
      <w:r w:rsidRPr="00A53E84">
        <w:rPr>
          <w:rFonts w:ascii="Times New Roman" w:hAnsi="Times New Roman"/>
          <w:bCs/>
        </w:rPr>
        <w:t xml:space="preserve">чл. </w:t>
      </w:r>
      <w:r w:rsidRPr="002E4614">
        <w:rPr>
          <w:rFonts w:ascii="Times New Roman" w:hAnsi="Times New Roman"/>
          <w:bCs/>
        </w:rPr>
        <w:t>26, ал. 3 от Закон</w:t>
      </w:r>
      <w:r w:rsidR="00DA4225" w:rsidRPr="002E4614">
        <w:rPr>
          <w:rFonts w:ascii="Times New Roman" w:hAnsi="Times New Roman"/>
          <w:bCs/>
        </w:rPr>
        <w:t>а</w:t>
      </w:r>
      <w:r w:rsidRPr="002E4614">
        <w:rPr>
          <w:rFonts w:ascii="Times New Roman" w:hAnsi="Times New Roman"/>
          <w:bCs/>
        </w:rPr>
        <w:t xml:space="preserve"> </w:t>
      </w:r>
      <w:r w:rsidR="002E4614" w:rsidRPr="002E4614">
        <w:rPr>
          <w:rFonts w:ascii="Times New Roman" w:hAnsi="Times New Roman"/>
          <w:bCs/>
        </w:rPr>
        <w:t>за управление на средствата от Е</w:t>
      </w:r>
      <w:r w:rsidRPr="002E4614">
        <w:rPr>
          <w:rFonts w:ascii="Times New Roman" w:hAnsi="Times New Roman"/>
          <w:bCs/>
        </w:rPr>
        <w:t>вропейските фондове при споделено управление</w:t>
      </w:r>
      <w:r w:rsidRPr="00A53E84">
        <w:rPr>
          <w:rFonts w:ascii="Times New Roman" w:hAnsi="Times New Roman"/>
          <w:bCs/>
        </w:rPr>
        <w:t xml:space="preserve"> </w:t>
      </w:r>
      <w:r w:rsidR="00BD1187" w:rsidRPr="002E4614">
        <w:rPr>
          <w:rFonts w:ascii="Times New Roman" w:hAnsi="Times New Roman"/>
          <w:bCs/>
          <w:i/>
        </w:rPr>
        <w:t xml:space="preserve">Насоки по приоритет 3 „Подобряване на </w:t>
      </w:r>
      <w:proofErr w:type="spellStart"/>
      <w:r w:rsidR="00BD1187" w:rsidRPr="002E4614">
        <w:rPr>
          <w:rFonts w:ascii="Times New Roman" w:hAnsi="Times New Roman"/>
          <w:bCs/>
          <w:i/>
        </w:rPr>
        <w:t>интермодалността</w:t>
      </w:r>
      <w:proofErr w:type="spellEnd"/>
      <w:r w:rsidR="00BD1187" w:rsidRPr="002E4614">
        <w:rPr>
          <w:rFonts w:ascii="Times New Roman" w:hAnsi="Times New Roman"/>
          <w:bCs/>
          <w:i/>
        </w:rPr>
        <w:t>, иновации, модернизирани системи за управление на трафика, подобряване на сигурността и безопасността на транспорта“</w:t>
      </w:r>
      <w:r w:rsidR="00BD1187" w:rsidRPr="00BD1187">
        <w:rPr>
          <w:rFonts w:ascii="Times New Roman" w:hAnsi="Times New Roman"/>
          <w:bCs/>
        </w:rPr>
        <w:t xml:space="preserve"> </w:t>
      </w:r>
      <w:r w:rsidR="00BD1187" w:rsidRPr="002E4614">
        <w:rPr>
          <w:rFonts w:ascii="Times New Roman" w:hAnsi="Times New Roman"/>
          <w:bCs/>
          <w:i/>
        </w:rPr>
        <w:t>на Програма „Транспортна свързаност” 2021-2027 г.,</w:t>
      </w:r>
      <w:r w:rsidR="00BD1187">
        <w:rPr>
          <w:rFonts w:ascii="Times New Roman" w:hAnsi="Times New Roman"/>
          <w:bCs/>
        </w:rPr>
        <w:t xml:space="preserve"> Министерство на финансите изразява становище</w:t>
      </w:r>
      <w:r w:rsidR="00F80E0C">
        <w:rPr>
          <w:rFonts w:ascii="Times New Roman" w:hAnsi="Times New Roman"/>
          <w:bCs/>
        </w:rPr>
        <w:t xml:space="preserve"> </w:t>
      </w:r>
      <w:r w:rsidR="00715809">
        <w:rPr>
          <w:rFonts w:ascii="Times New Roman" w:hAnsi="Times New Roman"/>
          <w:bCs/>
        </w:rPr>
        <w:t>относно</w:t>
      </w:r>
      <w:r w:rsidR="00F80E0C">
        <w:rPr>
          <w:rFonts w:ascii="Times New Roman" w:hAnsi="Times New Roman"/>
          <w:bCs/>
        </w:rPr>
        <w:t xml:space="preserve"> съответствието с правилата за държавните помощи</w:t>
      </w:r>
      <w:r w:rsidR="00715809">
        <w:rPr>
          <w:rFonts w:ascii="Times New Roman" w:hAnsi="Times New Roman"/>
          <w:bCs/>
        </w:rPr>
        <w:t>, както следва</w:t>
      </w:r>
      <w:r w:rsidR="00BD1187">
        <w:rPr>
          <w:rFonts w:ascii="Times New Roman" w:hAnsi="Times New Roman"/>
          <w:bCs/>
        </w:rPr>
        <w:t xml:space="preserve">: </w:t>
      </w:r>
    </w:p>
    <w:p w:rsidR="008C5F89" w:rsidRDefault="002E4614" w:rsidP="00DA4225">
      <w:pPr>
        <w:tabs>
          <w:tab w:val="center" w:pos="4153"/>
          <w:tab w:val="right" w:pos="8306"/>
        </w:tabs>
        <w:spacing w:line="336" w:lineRule="auto"/>
        <w:rPr>
          <w:rFonts w:ascii="Times New Roman" w:hAnsi="Times New Roman"/>
        </w:rPr>
      </w:pPr>
      <w:r>
        <w:rPr>
          <w:rFonts w:ascii="Times New Roman" w:hAnsi="Times New Roman"/>
          <w:bCs/>
        </w:rPr>
        <w:t>Н</w:t>
      </w:r>
      <w:r w:rsidR="00AC70C0">
        <w:rPr>
          <w:rFonts w:ascii="Times New Roman" w:hAnsi="Times New Roman"/>
        </w:rPr>
        <w:t>а основание</w:t>
      </w:r>
      <w:r w:rsidR="008C5F89" w:rsidRPr="00AC70C0">
        <w:rPr>
          <w:rFonts w:ascii="Times New Roman" w:hAnsi="Times New Roman"/>
        </w:rPr>
        <w:t xml:space="preserve"> чл. 28 от Закона за държавните помощи (ЗДП) и чл. 5 от Правилника за неговото прилагане (ППЗДП)</w:t>
      </w:r>
      <w:r w:rsidR="008D0BCE" w:rsidRPr="00AC70C0">
        <w:rPr>
          <w:rFonts w:ascii="Times New Roman" w:hAnsi="Times New Roman"/>
          <w:lang w:val="en-US"/>
        </w:rPr>
        <w:t xml:space="preserve"> </w:t>
      </w:r>
      <w:r w:rsidR="008D0BCE" w:rsidRPr="00AC70C0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въз основа на </w:t>
      </w:r>
      <w:r w:rsidR="008D0BCE" w:rsidRPr="00AC70C0">
        <w:rPr>
          <w:rFonts w:ascii="Times New Roman" w:hAnsi="Times New Roman"/>
        </w:rPr>
        <w:t>представената информация</w:t>
      </w:r>
      <w:r w:rsidR="008C5F89" w:rsidRPr="00AC70C0">
        <w:rPr>
          <w:rFonts w:ascii="Times New Roman" w:hAnsi="Times New Roman"/>
        </w:rPr>
        <w:t xml:space="preserve">, </w:t>
      </w:r>
      <w:r w:rsidR="00752542">
        <w:rPr>
          <w:rFonts w:ascii="Times New Roman" w:hAnsi="Times New Roman"/>
        </w:rPr>
        <w:br/>
      </w:r>
      <w:r w:rsidR="00AC70C0" w:rsidRPr="00F946B3">
        <w:rPr>
          <w:rFonts w:ascii="Times New Roman" w:hAnsi="Times New Roman"/>
          <w:i/>
        </w:rPr>
        <w:t xml:space="preserve">Насоките по </w:t>
      </w:r>
      <w:r w:rsidR="00AC70C0" w:rsidRPr="00F946B3">
        <w:rPr>
          <w:rFonts w:ascii="Times New Roman" w:hAnsi="Times New Roman"/>
          <w:bCs/>
          <w:i/>
        </w:rPr>
        <w:t xml:space="preserve">Процедура </w:t>
      </w:r>
      <w:r w:rsidRPr="00F946B3">
        <w:rPr>
          <w:rFonts w:ascii="Times New Roman" w:hAnsi="Times New Roman"/>
          <w:bCs/>
          <w:i/>
        </w:rPr>
        <w:t>№ BG16FFPR001-3.004 „</w:t>
      </w:r>
      <w:proofErr w:type="spellStart"/>
      <w:r w:rsidRPr="00F946B3">
        <w:rPr>
          <w:rFonts w:ascii="Times New Roman" w:hAnsi="Times New Roman"/>
          <w:bCs/>
          <w:i/>
        </w:rPr>
        <w:t>Зарядна</w:t>
      </w:r>
      <w:proofErr w:type="spellEnd"/>
      <w:r w:rsidR="00752542">
        <w:rPr>
          <w:rFonts w:ascii="Times New Roman" w:hAnsi="Times New Roman"/>
          <w:bCs/>
          <w:i/>
        </w:rPr>
        <w:t xml:space="preserve"> </w:t>
      </w:r>
      <w:r w:rsidR="00AC70C0" w:rsidRPr="00F946B3">
        <w:rPr>
          <w:rFonts w:ascii="Times New Roman" w:hAnsi="Times New Roman"/>
          <w:bCs/>
          <w:i/>
        </w:rPr>
        <w:t xml:space="preserve">инфраструктура за </w:t>
      </w:r>
      <w:r w:rsidR="00AC70C0" w:rsidRPr="00F946B3">
        <w:rPr>
          <w:rFonts w:ascii="Times New Roman" w:hAnsi="Times New Roman"/>
          <w:bCs/>
          <w:i/>
        </w:rPr>
        <w:lastRenderedPageBreak/>
        <w:t>електрически превозни средства по пътищата – втора процедура“</w:t>
      </w:r>
      <w:r>
        <w:rPr>
          <w:rFonts w:ascii="Times New Roman" w:hAnsi="Times New Roman"/>
          <w:b/>
          <w:bCs/>
        </w:rPr>
        <w:t xml:space="preserve"> </w:t>
      </w:r>
      <w:r w:rsidR="00506E42" w:rsidRPr="00AC70C0">
        <w:rPr>
          <w:rFonts w:ascii="Times New Roman" w:hAnsi="Times New Roman"/>
        </w:rPr>
        <w:t>съответства</w:t>
      </w:r>
      <w:r w:rsidR="00497BBF">
        <w:rPr>
          <w:rFonts w:ascii="Times New Roman" w:hAnsi="Times New Roman"/>
        </w:rPr>
        <w:t>т</w:t>
      </w:r>
      <w:r w:rsidR="008C5F89" w:rsidRPr="00AC70C0">
        <w:rPr>
          <w:rFonts w:ascii="Times New Roman" w:hAnsi="Times New Roman"/>
        </w:rPr>
        <w:t xml:space="preserve"> на изискванията на </w:t>
      </w:r>
      <w:r w:rsidR="00E60C8A" w:rsidRPr="00F946B3">
        <w:rPr>
          <w:rFonts w:ascii="Times New Roman" w:hAnsi="Times New Roman"/>
          <w:bCs/>
          <w:color w:val="333333"/>
          <w:szCs w:val="24"/>
          <w:shd w:val="clear" w:color="auto" w:fill="FFFFFF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</w:t>
      </w:r>
      <w:r w:rsidR="00B576CC">
        <w:rPr>
          <w:rFonts w:ascii="Times New Roman" w:hAnsi="Times New Roman"/>
          <w:bCs/>
          <w:color w:val="333333"/>
          <w:szCs w:val="24"/>
          <w:shd w:val="clear" w:color="auto" w:fill="FFFFFF"/>
        </w:rPr>
        <w:t xml:space="preserve"> </w:t>
      </w:r>
      <w:r w:rsidR="00356510" w:rsidRPr="00F946B3">
        <w:rPr>
          <w:rFonts w:ascii="Times New Roman" w:hAnsi="Times New Roman"/>
          <w:bCs/>
          <w:color w:val="333333"/>
          <w:szCs w:val="24"/>
          <w:shd w:val="clear" w:color="auto" w:fill="FFFFFF"/>
          <w:lang w:val="en-US"/>
        </w:rPr>
        <w:t>(</w:t>
      </w:r>
      <w:proofErr w:type="spellStart"/>
      <w:r w:rsidR="00356510" w:rsidRPr="00F946B3">
        <w:rPr>
          <w:rFonts w:ascii="Times New Roman" w:hAnsi="Times New Roman"/>
          <w:bCs/>
          <w:color w:val="333333"/>
          <w:szCs w:val="24"/>
          <w:shd w:val="clear" w:color="auto" w:fill="FFFFFF"/>
          <w:lang w:val="en-US"/>
        </w:rPr>
        <w:t>Регламент</w:t>
      </w:r>
      <w:proofErr w:type="spellEnd"/>
      <w:r w:rsidR="00356510" w:rsidRPr="00F946B3">
        <w:rPr>
          <w:rFonts w:ascii="Times New Roman" w:hAnsi="Times New Roman"/>
          <w:bCs/>
          <w:color w:val="333333"/>
          <w:szCs w:val="24"/>
          <w:shd w:val="clear" w:color="auto" w:fill="FFFFFF"/>
          <w:lang w:val="en-US"/>
        </w:rPr>
        <w:t xml:space="preserve"> (ЕС) № 651/2014)</w:t>
      </w:r>
      <w:r w:rsidR="00E60C8A" w:rsidRPr="00AC70C0">
        <w:rPr>
          <w:rFonts w:ascii="Times New Roman" w:hAnsi="Times New Roman"/>
        </w:rPr>
        <w:t xml:space="preserve"> и съдържа</w:t>
      </w:r>
      <w:r>
        <w:rPr>
          <w:rFonts w:ascii="Times New Roman" w:hAnsi="Times New Roman"/>
        </w:rPr>
        <w:t>т</w:t>
      </w:r>
      <w:r w:rsidR="008C5F89" w:rsidRPr="00AC70C0">
        <w:rPr>
          <w:rFonts w:ascii="Times New Roman" w:hAnsi="Times New Roman"/>
        </w:rPr>
        <w:t xml:space="preserve"> необходимите условия и позовавания за правомерното предоставяне на помощ в режим на групово освобождаване</w:t>
      </w:r>
      <w:r w:rsidR="00FD0537">
        <w:rPr>
          <w:rFonts w:ascii="Times New Roman" w:hAnsi="Times New Roman"/>
        </w:rPr>
        <w:t>.</w:t>
      </w:r>
      <w:r w:rsidR="008C5F89" w:rsidRPr="00AC70C0">
        <w:rPr>
          <w:rFonts w:ascii="Times New Roman" w:hAnsi="Times New Roman"/>
        </w:rPr>
        <w:t xml:space="preserve"> </w:t>
      </w:r>
    </w:p>
    <w:p w:rsidR="00B576CC" w:rsidRPr="00AC70C0" w:rsidRDefault="00EF5DE3" w:rsidP="00DA4225">
      <w:pPr>
        <w:tabs>
          <w:tab w:val="center" w:pos="4153"/>
          <w:tab w:val="right" w:pos="8306"/>
        </w:tabs>
        <w:spacing w:line="336" w:lineRule="auto"/>
        <w:rPr>
          <w:rFonts w:ascii="Times New Roman" w:hAnsi="Times New Roman"/>
          <w:bCs/>
        </w:rPr>
      </w:pPr>
      <w:r>
        <w:rPr>
          <w:rFonts w:ascii="Times New Roman" w:hAnsi="Times New Roman"/>
        </w:rPr>
        <w:t>П</w:t>
      </w:r>
      <w:r w:rsidR="00F8401A">
        <w:rPr>
          <w:rFonts w:ascii="Times New Roman" w:hAnsi="Times New Roman"/>
        </w:rPr>
        <w:t>редлагаме</w:t>
      </w:r>
      <w:r w:rsidR="00B576CC">
        <w:rPr>
          <w:rFonts w:ascii="Times New Roman" w:hAnsi="Times New Roman"/>
        </w:rPr>
        <w:t xml:space="preserve"> на стр. 9 от Приложение № 8</w:t>
      </w:r>
      <w:r w:rsidR="00752542">
        <w:rPr>
          <w:rFonts w:ascii="Times New Roman" w:hAnsi="Times New Roman"/>
        </w:rPr>
        <w:t xml:space="preserve"> „Приложим режим на държавни помощи“</w:t>
      </w:r>
      <w:bookmarkStart w:id="0" w:name="_GoBack"/>
      <w:bookmarkEnd w:id="0"/>
      <w:r w:rsidR="00B576CC">
        <w:rPr>
          <w:rFonts w:ascii="Times New Roman" w:hAnsi="Times New Roman"/>
        </w:rPr>
        <w:t xml:space="preserve"> да се допълни, че обстоятелството „</w:t>
      </w:r>
      <w:r w:rsidR="00752542">
        <w:rPr>
          <w:rFonts w:ascii="Times New Roman" w:hAnsi="Times New Roman"/>
        </w:rPr>
        <w:t xml:space="preserve">започване на работите по </w:t>
      </w:r>
      <w:r w:rsidR="00B576CC">
        <w:rPr>
          <w:rFonts w:ascii="Times New Roman" w:hAnsi="Times New Roman"/>
        </w:rPr>
        <w:t xml:space="preserve">проекта“ е съгласно определението в чл. 2, </w:t>
      </w:r>
      <w:r w:rsidR="00F820F9">
        <w:rPr>
          <w:rFonts w:ascii="Times New Roman" w:hAnsi="Times New Roman"/>
        </w:rPr>
        <w:t>параграф</w:t>
      </w:r>
      <w:r w:rsidR="00B576CC">
        <w:rPr>
          <w:rFonts w:ascii="Times New Roman" w:hAnsi="Times New Roman"/>
        </w:rPr>
        <w:t xml:space="preserve"> 23 от </w:t>
      </w:r>
      <w:r w:rsidR="00B576CC" w:rsidRPr="00B576CC">
        <w:rPr>
          <w:rFonts w:ascii="Times New Roman" w:hAnsi="Times New Roman"/>
        </w:rPr>
        <w:t>Регламент (ЕС) № 651/2014</w:t>
      </w:r>
      <w:r w:rsidR="000D3046">
        <w:rPr>
          <w:rFonts w:ascii="Times New Roman" w:hAnsi="Times New Roman"/>
        </w:rPr>
        <w:t>.</w:t>
      </w:r>
    </w:p>
    <w:p w:rsidR="00DA4225" w:rsidRDefault="008C5F89" w:rsidP="00DA4225">
      <w:pPr>
        <w:pStyle w:val="Header"/>
        <w:spacing w:line="336" w:lineRule="auto"/>
        <w:rPr>
          <w:rFonts w:ascii="Times New Roman" w:hAnsi="Times New Roman"/>
        </w:rPr>
      </w:pPr>
      <w:r w:rsidRPr="008C5F89">
        <w:rPr>
          <w:rFonts w:ascii="Times New Roman" w:hAnsi="Times New Roman"/>
        </w:rPr>
        <w:t xml:space="preserve">Във връзка с горното и </w:t>
      </w:r>
      <w:r w:rsidR="001439DE">
        <w:rPr>
          <w:rFonts w:ascii="Times New Roman" w:hAnsi="Times New Roman"/>
        </w:rPr>
        <w:t>в съответствие с</w:t>
      </w:r>
      <w:r w:rsidRPr="008C5F89">
        <w:rPr>
          <w:rFonts w:ascii="Times New Roman" w:hAnsi="Times New Roman"/>
        </w:rPr>
        <w:t xml:space="preserve"> чл. 29 от ЗДП, чл. 5, ал. 6 от ППЗДП и </w:t>
      </w:r>
      <w:r w:rsidR="004E1670">
        <w:rPr>
          <w:rFonts w:ascii="Times New Roman" w:hAnsi="Times New Roman"/>
        </w:rPr>
        <w:br/>
      </w:r>
      <w:r w:rsidRPr="008C5F89">
        <w:rPr>
          <w:rFonts w:ascii="Times New Roman" w:hAnsi="Times New Roman"/>
        </w:rPr>
        <w:t xml:space="preserve">чл. 11, параграф 1, буква „а“ от Регламент (ЕС) № 651/2014, е необходимо да представите попълнени образци съгласно стандартизирания формат, посочен в Приложение II от Регламент (ЕС) № 651/2014, заедно с връзка за достъп до пълния текст на мерките за помощ, </w:t>
      </w:r>
      <w:r w:rsidRPr="00506E42">
        <w:rPr>
          <w:rFonts w:ascii="Times New Roman" w:hAnsi="Times New Roman"/>
          <w:b/>
        </w:rPr>
        <w:t>в срок от 15 работни дни след влизането им в сила (след обявяване на процедурата/</w:t>
      </w:r>
      <w:proofErr w:type="spellStart"/>
      <w:r w:rsidRPr="00506E42">
        <w:rPr>
          <w:rFonts w:ascii="Times New Roman" w:hAnsi="Times New Roman"/>
          <w:b/>
        </w:rPr>
        <w:t>ите</w:t>
      </w:r>
      <w:proofErr w:type="spellEnd"/>
      <w:r w:rsidRPr="00506E42">
        <w:rPr>
          <w:rFonts w:ascii="Times New Roman" w:hAnsi="Times New Roman"/>
          <w:b/>
        </w:rPr>
        <w:t>)</w:t>
      </w:r>
      <w:r w:rsidRPr="008C5F89">
        <w:rPr>
          <w:rFonts w:ascii="Times New Roman" w:hAnsi="Times New Roman"/>
        </w:rPr>
        <w:t xml:space="preserve"> чрез Системата за електронно уведомяване на Европейската комисия SANI2. </w:t>
      </w:r>
    </w:p>
    <w:p w:rsidR="008C5F89" w:rsidRPr="008C5F89" w:rsidRDefault="008C5F89" w:rsidP="00DA4225">
      <w:pPr>
        <w:pStyle w:val="Header"/>
        <w:spacing w:line="336" w:lineRule="auto"/>
        <w:rPr>
          <w:rFonts w:ascii="Times New Roman" w:hAnsi="Times New Roman"/>
        </w:rPr>
      </w:pPr>
      <w:r w:rsidRPr="008C5F89">
        <w:rPr>
          <w:rFonts w:ascii="Times New Roman" w:hAnsi="Times New Roman"/>
        </w:rPr>
        <w:t xml:space="preserve">Моля, при попълване на Приложение II за </w:t>
      </w:r>
      <w:r w:rsidR="00DD0ED4">
        <w:rPr>
          <w:rFonts w:ascii="Times New Roman" w:hAnsi="Times New Roman"/>
        </w:rPr>
        <w:t>мярката</w:t>
      </w:r>
      <w:r w:rsidRPr="008C5F89">
        <w:rPr>
          <w:rFonts w:ascii="Times New Roman" w:hAnsi="Times New Roman"/>
        </w:rPr>
        <w:t>, да въведете разпознаваемо и кратко наименование (при възможност цел и географско положение), с оглед тяхната бъдеща идентификация, мониторинг и годишно докладване.</w:t>
      </w:r>
    </w:p>
    <w:p w:rsidR="00396C99" w:rsidRPr="00793DC5" w:rsidRDefault="00EF5DE3" w:rsidP="00AB1E94">
      <w:pPr>
        <w:pStyle w:val="Header"/>
        <w:tabs>
          <w:tab w:val="clear" w:pos="4153"/>
          <w:tab w:val="clear" w:pos="8306"/>
        </w:tabs>
        <w:spacing w:line="240" w:lineRule="auto"/>
        <w:ind w:left="3600"/>
        <w:rPr>
          <w:rFonts w:ascii="Times New Roman" w:hAnsi="Times New Roman"/>
        </w:rPr>
      </w:pPr>
      <w:r>
        <w:rPr>
          <w:rFonts w:ascii="Times New Roman" w:hAnsi="Times New Roman"/>
          <w:b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F7007CE3-3B79-4DE5-BAC0-2E5497F50433}" provid="{00000000-0000-0000-0000-000000000000}" o:suggestedsigner="МИНИСТЪР НА ФИНАНСИТЕ" o:suggestedsigner2="ТЕМЕНУЖКА ПЕТКОВА" issignatureline="t"/>
          </v:shape>
        </w:pict>
      </w:r>
    </w:p>
    <w:sectPr w:rsidR="00396C99" w:rsidRPr="00793DC5" w:rsidSect="002454EF">
      <w:headerReference w:type="first" r:id="rId9"/>
      <w:footerReference w:type="first" r:id="rId10"/>
      <w:pgSz w:w="11906" w:h="16838" w:code="9"/>
      <w:pgMar w:top="1440" w:right="1274" w:bottom="1440" w:left="1560" w:header="567" w:footer="45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E28" w:rsidRDefault="00537E28">
      <w:r>
        <w:separator/>
      </w:r>
    </w:p>
  </w:endnote>
  <w:endnote w:type="continuationSeparator" w:id="0">
    <w:p w:rsidR="00537E28" w:rsidRDefault="00537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AD00FE" w:rsidP="001D5C0F">
    <w:pPr>
      <w:pStyle w:val="Footer"/>
      <w:tabs>
        <w:tab w:val="clear" w:pos="4153"/>
        <w:tab w:val="clear" w:pos="8306"/>
        <w:tab w:val="center" w:pos="5358"/>
        <w:tab w:val="right" w:pos="8312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A042654" wp14:editId="5C3F2015">
              <wp:simplePos x="0" y="0"/>
              <wp:positionH relativeFrom="column">
                <wp:posOffset>-672019</wp:posOffset>
              </wp:positionH>
              <wp:positionV relativeFrom="paragraph">
                <wp:posOffset>85337</wp:posOffset>
              </wp:positionV>
              <wp:extent cx="6851246" cy="0"/>
              <wp:effectExtent l="0" t="0" r="26035" b="1905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851246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7D2728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2.9pt,6.7pt" to="486.5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" o:allowincell="f"/>
          </w:pict>
        </mc:Fallback>
      </mc:AlternateContent>
    </w:r>
  </w:p>
  <w:p w:rsidR="0099644D" w:rsidRPr="00B022FA" w:rsidRDefault="0099644D" w:rsidP="002274B4">
    <w:pPr>
      <w:pStyle w:val="Footer"/>
      <w:tabs>
        <w:tab w:val="clear" w:pos="4153"/>
        <w:tab w:val="clear" w:pos="8306"/>
        <w:tab w:val="center" w:pos="4536"/>
        <w:tab w:val="right" w:pos="9923"/>
      </w:tabs>
      <w:spacing w:after="0" w:line="240" w:lineRule="auto"/>
      <w:ind w:left="-993" w:right="-1044" w:firstLine="284"/>
      <w:jc w:val="left"/>
      <w:rPr>
        <w:rFonts w:ascii="Times New Roman CYR" w:hAnsi="Times New Roman CYR"/>
        <w:b/>
        <w:color w:val="000000"/>
        <w:sz w:val="18"/>
        <w:szCs w:val="18"/>
      </w:rPr>
    </w:pPr>
    <w:r w:rsidRPr="00B022FA">
      <w:rPr>
        <w:rFonts w:ascii="Times New Roman CYR" w:hAnsi="Times New Roman CYR"/>
        <w:b/>
        <w:color w:val="000000"/>
        <w:sz w:val="18"/>
        <w:szCs w:val="18"/>
      </w:rPr>
      <w:t>София - 1040</w:t>
    </w:r>
    <w:r w:rsidRPr="00B022FA">
      <w:rPr>
        <w:rFonts w:ascii="Times New Roman CYR" w:hAnsi="Times New Roman CYR"/>
        <w:b/>
        <w:color w:val="000000"/>
        <w:sz w:val="18"/>
        <w:szCs w:val="18"/>
      </w:rPr>
      <w:tab/>
      <w:t xml:space="preserve"> тел. централа: 9859 1</w:t>
    </w:r>
    <w:r w:rsidRPr="00B022FA">
      <w:rPr>
        <w:rFonts w:ascii="Times New Roman CYR" w:hAnsi="Times New Roman CYR"/>
        <w:b/>
        <w:color w:val="000000"/>
        <w:sz w:val="18"/>
        <w:szCs w:val="18"/>
      </w:rPr>
      <w:tab/>
      <w:t xml:space="preserve"> </w:t>
    </w:r>
    <w:r w:rsidR="00765285" w:rsidRPr="00B022FA">
      <w:rPr>
        <w:rFonts w:ascii="Times New Roman CYR" w:hAnsi="Times New Roman CYR"/>
        <w:b/>
        <w:color w:val="000000"/>
        <w:sz w:val="18"/>
        <w:szCs w:val="18"/>
        <w:lang w:val="en-US"/>
      </w:rPr>
      <w:t xml:space="preserve">                                          </w:t>
    </w:r>
    <w:proofErr w:type="spellStart"/>
    <w:r w:rsidRPr="00B022FA">
      <w:rPr>
        <w:rFonts w:ascii="Times New Roman CYR" w:hAnsi="Times New Roman CYR"/>
        <w:b/>
        <w:color w:val="000000"/>
        <w:sz w:val="18"/>
        <w:szCs w:val="18"/>
        <w:lang w:val="en-US"/>
      </w:rPr>
      <w:t>minfin</w:t>
    </w:r>
    <w:proofErr w:type="spellEnd"/>
    <w:r w:rsidRPr="00B022FA">
      <w:rPr>
        <w:rFonts w:ascii="Times New Roman CYR" w:hAnsi="Times New Roman CYR"/>
        <w:b/>
        <w:color w:val="000000"/>
        <w:sz w:val="18"/>
        <w:szCs w:val="18"/>
      </w:rPr>
      <w:t>@</w:t>
    </w:r>
    <w:proofErr w:type="spellStart"/>
    <w:r w:rsidRPr="00B022FA">
      <w:rPr>
        <w:rFonts w:ascii="Times New Roman CYR" w:hAnsi="Times New Roman CYR"/>
        <w:b/>
        <w:color w:val="000000"/>
        <w:sz w:val="18"/>
        <w:szCs w:val="18"/>
        <w:lang w:val="en-US"/>
      </w:rPr>
      <w:t>minfin</w:t>
    </w:r>
    <w:proofErr w:type="spellEnd"/>
    <w:r w:rsidRPr="00B022FA">
      <w:rPr>
        <w:rFonts w:ascii="Times New Roman CYR" w:hAnsi="Times New Roman CYR"/>
        <w:b/>
        <w:color w:val="000000"/>
        <w:sz w:val="18"/>
        <w:szCs w:val="18"/>
      </w:rPr>
      <w:t>.</w:t>
    </w:r>
    <w:proofErr w:type="spellStart"/>
    <w:r w:rsidRPr="00B022FA">
      <w:rPr>
        <w:rFonts w:ascii="Times New Roman CYR" w:hAnsi="Times New Roman CYR"/>
        <w:b/>
        <w:color w:val="000000"/>
        <w:sz w:val="18"/>
        <w:szCs w:val="18"/>
        <w:lang w:val="en-US"/>
      </w:rPr>
      <w:t>bg</w:t>
    </w:r>
    <w:proofErr w:type="spellEnd"/>
    <w:r w:rsidRPr="00B022FA">
      <w:rPr>
        <w:rFonts w:ascii="Times New Roman CYR" w:hAnsi="Times New Roman CYR"/>
        <w:b/>
        <w:color w:val="000000"/>
        <w:sz w:val="18"/>
        <w:szCs w:val="18"/>
      </w:rPr>
      <w:t xml:space="preserve"> </w:t>
    </w:r>
  </w:p>
  <w:p w:rsidR="0099644D" w:rsidRPr="00B022FA" w:rsidRDefault="007206AD" w:rsidP="00765285">
    <w:pPr>
      <w:pStyle w:val="Footer"/>
      <w:tabs>
        <w:tab w:val="clear" w:pos="4153"/>
        <w:tab w:val="clear" w:pos="8306"/>
        <w:tab w:val="center" w:pos="4536"/>
        <w:tab w:val="right" w:pos="9923"/>
      </w:tabs>
      <w:spacing w:after="0" w:line="240" w:lineRule="auto"/>
      <w:ind w:left="-709" w:right="-1044" w:firstLine="0"/>
      <w:jc w:val="left"/>
      <w:rPr>
        <w:rFonts w:ascii="Times New Roman CYR" w:hAnsi="Times New Roman CYR"/>
        <w:b/>
        <w:color w:val="000000"/>
        <w:sz w:val="18"/>
        <w:szCs w:val="18"/>
      </w:rPr>
    </w:pPr>
    <w:r>
      <w:rPr>
        <w:rFonts w:ascii="Times New Roman CYR" w:hAnsi="Times New Roman CYR"/>
        <w:b/>
        <w:color w:val="000000"/>
        <w:sz w:val="18"/>
        <w:szCs w:val="18"/>
      </w:rPr>
      <w:t>ул. ”</w:t>
    </w:r>
    <w:proofErr w:type="spellStart"/>
    <w:r>
      <w:rPr>
        <w:rFonts w:ascii="Times New Roman CYR" w:hAnsi="Times New Roman CYR"/>
        <w:b/>
        <w:color w:val="000000"/>
        <w:sz w:val="18"/>
        <w:szCs w:val="18"/>
      </w:rPr>
      <w:t>Г.С.Раковски</w:t>
    </w:r>
    <w:proofErr w:type="spellEnd"/>
    <w:r>
      <w:rPr>
        <w:rFonts w:ascii="Times New Roman CYR" w:hAnsi="Times New Roman CYR"/>
        <w:b/>
        <w:color w:val="000000"/>
        <w:sz w:val="18"/>
        <w:szCs w:val="18"/>
      </w:rPr>
      <w:t>” №</w:t>
    </w:r>
    <w:r w:rsidR="0099644D" w:rsidRPr="00B022FA">
      <w:rPr>
        <w:rFonts w:ascii="Times New Roman CYR" w:hAnsi="Times New Roman CYR"/>
        <w:b/>
        <w:color w:val="000000"/>
        <w:sz w:val="18"/>
        <w:szCs w:val="18"/>
      </w:rPr>
      <w:t>102</w:t>
    </w:r>
    <w:r w:rsidR="0099644D" w:rsidRPr="00B022FA">
      <w:rPr>
        <w:rFonts w:ascii="Times New Roman CYR" w:hAnsi="Times New Roman CYR"/>
        <w:b/>
        <w:color w:val="000000"/>
        <w:sz w:val="18"/>
        <w:szCs w:val="18"/>
      </w:rPr>
      <w:tab/>
      <w:t>факс: 980 68 63</w:t>
    </w:r>
    <w:r w:rsidR="0099644D" w:rsidRPr="00B022FA">
      <w:rPr>
        <w:rFonts w:ascii="Times New Roman CYR" w:hAnsi="Times New Roman CYR"/>
        <w:b/>
        <w:color w:val="000000"/>
        <w:sz w:val="18"/>
        <w:szCs w:val="18"/>
      </w:rPr>
      <w:tab/>
    </w:r>
    <w:r w:rsidR="00765285" w:rsidRPr="00B022FA">
      <w:rPr>
        <w:rFonts w:ascii="Times New Roman CYR" w:hAnsi="Times New Roman CYR"/>
        <w:b/>
        <w:color w:val="000000"/>
        <w:sz w:val="18"/>
        <w:szCs w:val="18"/>
        <w:lang w:val="en-US"/>
      </w:rPr>
      <w:t xml:space="preserve">   </w:t>
    </w:r>
    <w:r w:rsidR="0099644D" w:rsidRPr="00B022FA">
      <w:rPr>
        <w:rFonts w:ascii="Times New Roman" w:hAnsi="Times New Roman"/>
        <w:b/>
        <w:color w:val="000000"/>
        <w:sz w:val="18"/>
        <w:szCs w:val="18"/>
        <w:lang w:val="en-US"/>
      </w:rPr>
      <w:t>www</w:t>
    </w:r>
    <w:r w:rsidR="0099644D" w:rsidRPr="00B022FA">
      <w:rPr>
        <w:rFonts w:ascii="Times New Roman" w:hAnsi="Times New Roman"/>
        <w:b/>
        <w:color w:val="000000"/>
        <w:sz w:val="18"/>
        <w:szCs w:val="18"/>
      </w:rPr>
      <w:t>.</w:t>
    </w:r>
    <w:proofErr w:type="spellStart"/>
    <w:r w:rsidR="0099644D" w:rsidRPr="00B022FA">
      <w:rPr>
        <w:rFonts w:ascii="Times New Roman CYR" w:hAnsi="Times New Roman CYR"/>
        <w:b/>
        <w:color w:val="000000"/>
        <w:sz w:val="18"/>
        <w:szCs w:val="18"/>
        <w:lang w:val="en-US"/>
      </w:rPr>
      <w:t>minfin</w:t>
    </w:r>
    <w:proofErr w:type="spellEnd"/>
    <w:r w:rsidR="0099644D" w:rsidRPr="00B022FA">
      <w:rPr>
        <w:rFonts w:ascii="Times New Roman CYR" w:hAnsi="Times New Roman CYR"/>
        <w:b/>
        <w:color w:val="000000"/>
        <w:sz w:val="18"/>
        <w:szCs w:val="18"/>
      </w:rPr>
      <w:t>.</w:t>
    </w:r>
    <w:proofErr w:type="spellStart"/>
    <w:r w:rsidR="0099644D" w:rsidRPr="00B022FA">
      <w:rPr>
        <w:rFonts w:ascii="Times New Roman CYR" w:hAnsi="Times New Roman CYR"/>
        <w:b/>
        <w:color w:val="000000"/>
        <w:sz w:val="18"/>
        <w:szCs w:val="18"/>
        <w:lang w:val="en-US"/>
      </w:rPr>
      <w:t>bg</w:t>
    </w:r>
    <w:proofErr w:type="spellEnd"/>
    <w:r w:rsidR="0099644D" w:rsidRPr="00B022FA">
      <w:rPr>
        <w:rFonts w:ascii="Times New Roman CYR" w:hAnsi="Times New Roman CYR"/>
        <w:b/>
        <w:color w:val="000000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E28" w:rsidRDefault="00537E28">
      <w:r>
        <w:separator/>
      </w:r>
    </w:p>
  </w:footnote>
  <w:footnote w:type="continuationSeparator" w:id="0">
    <w:p w:rsidR="00537E28" w:rsidRDefault="00537E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B61" w:rsidRPr="00793DC5" w:rsidRDefault="001A3519" w:rsidP="001A3519">
    <w:pPr>
      <w:pStyle w:val="Header"/>
      <w:tabs>
        <w:tab w:val="clear" w:pos="4153"/>
        <w:tab w:val="center" w:pos="4111"/>
      </w:tabs>
      <w:ind w:firstLine="0"/>
      <w:jc w:val="center"/>
      <w:rPr>
        <w:rFonts w:ascii="Times New Roman CYR" w:hAnsi="Times New Roman CYR"/>
        <w:noProof/>
        <w:color w:val="000000"/>
        <w:sz w:val="22"/>
        <w:szCs w:val="22"/>
        <w:lang w:eastAsia="bg-BG"/>
      </w:rPr>
    </w:pPr>
    <w:r>
      <w:rPr>
        <w:noProof/>
        <w:lang w:eastAsia="bg-BG"/>
      </w:rPr>
      <w:drawing>
        <wp:inline distT="0" distB="0" distL="0" distR="0">
          <wp:extent cx="1015340" cy="865505"/>
          <wp:effectExtent l="0" t="0" r="0" b="0"/>
          <wp:docPr id="12" name="Picture 12" descr="gerb_1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1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724" cy="9365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43B61" w:rsidRPr="002274B4" w:rsidRDefault="00043B61" w:rsidP="001A3519">
    <w:pPr>
      <w:pStyle w:val="Header"/>
      <w:tabs>
        <w:tab w:val="clear" w:pos="4153"/>
        <w:tab w:val="center" w:pos="4253"/>
      </w:tabs>
      <w:spacing w:after="0" w:line="240" w:lineRule="auto"/>
      <w:ind w:firstLine="0"/>
      <w:jc w:val="center"/>
      <w:rPr>
        <w:rFonts w:ascii="Times New Roman" w:hAnsi="Times New Roman"/>
        <w:b/>
        <w:color w:val="000000"/>
        <w:spacing w:val="30"/>
        <w:sz w:val="28"/>
        <w:szCs w:val="28"/>
      </w:rPr>
    </w:pPr>
    <w:r w:rsidRPr="002274B4">
      <w:rPr>
        <w:rFonts w:ascii="Times New Roman" w:hAnsi="Times New Roman"/>
        <w:b/>
        <w:color w:val="000000"/>
        <w:spacing w:val="30"/>
        <w:sz w:val="28"/>
        <w:szCs w:val="28"/>
      </w:rPr>
      <w:t>РЕПУБЛИКА БЪЛГАРИЯ</w:t>
    </w:r>
  </w:p>
  <w:p w:rsidR="00043B61" w:rsidRPr="001A3519" w:rsidRDefault="002274B4" w:rsidP="00123DB0">
    <w:pPr>
      <w:pStyle w:val="Header"/>
      <w:spacing w:before="100" w:after="0" w:line="240" w:lineRule="auto"/>
      <w:ind w:firstLine="0"/>
      <w:jc w:val="center"/>
      <w:rPr>
        <w:rFonts w:ascii="Times New Roman" w:hAnsi="Times New Roman"/>
        <w:b/>
        <w:color w:val="000000"/>
        <w:szCs w:val="24"/>
      </w:rPr>
    </w:pPr>
    <w:r w:rsidRPr="002274B4">
      <w:rPr>
        <w:rFonts w:ascii="Times New Roman CYR" w:hAnsi="Times New Roman CYR"/>
        <w:noProof/>
        <w:color w:val="000000"/>
        <w:sz w:val="28"/>
        <w:szCs w:val="28"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FF6DDF1" wp14:editId="3CAD7298">
              <wp:simplePos x="0" y="0"/>
              <wp:positionH relativeFrom="margin">
                <wp:posOffset>-636905</wp:posOffset>
              </wp:positionH>
              <wp:positionV relativeFrom="paragraph">
                <wp:posOffset>275590</wp:posOffset>
              </wp:positionV>
              <wp:extent cx="6750050" cy="23495"/>
              <wp:effectExtent l="0" t="0" r="31750" b="33655"/>
              <wp:wrapTopAndBottom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50050" cy="2349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A234A1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0.15pt,21.7pt" to="481.3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" o:allowincell="f" strokeweight=".15pt">
              <w10:wrap type="topAndBottom" anchorx="margin"/>
            </v:line>
          </w:pict>
        </mc:Fallback>
      </mc:AlternateContent>
    </w:r>
    <w:r w:rsidR="001D5C0F" w:rsidRPr="002274B4">
      <w:rPr>
        <w:rFonts w:ascii="Times New Roman CYR" w:hAnsi="Times New Roman CYR"/>
        <w:noProof/>
        <w:color w:val="000000"/>
        <w:sz w:val="28"/>
        <w:szCs w:val="28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4F1965C" wp14:editId="4321FFB1">
              <wp:simplePos x="0" y="0"/>
              <wp:positionH relativeFrom="column">
                <wp:posOffset>-636395</wp:posOffset>
              </wp:positionH>
              <wp:positionV relativeFrom="paragraph">
                <wp:posOffset>311661</wp:posOffset>
              </wp:positionV>
              <wp:extent cx="6761827" cy="22291"/>
              <wp:effectExtent l="0" t="0" r="20320" b="3492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61827" cy="22291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A283CB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0.1pt,24.55pt" to="482.3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" o:allowincell="f" strokeweight=".15pt"/>
          </w:pict>
        </mc:Fallback>
      </mc:AlternateContent>
    </w:r>
    <w:r w:rsidR="00043B61" w:rsidRPr="002274B4">
      <w:rPr>
        <w:rFonts w:ascii="Times New Roman" w:hAnsi="Times New Roman"/>
        <w:b/>
        <w:color w:val="000000"/>
        <w:sz w:val="28"/>
        <w:szCs w:val="28"/>
      </w:rPr>
      <w:t>Министерство на финансите</w:t>
    </w:r>
  </w:p>
  <w:p w:rsidR="007206AD" w:rsidRDefault="007206AD" w:rsidP="002274B4">
    <w:pPr>
      <w:autoSpaceDE w:val="0"/>
      <w:autoSpaceDN w:val="0"/>
      <w:adjustRightInd w:val="0"/>
      <w:spacing w:before="240" w:after="0" w:line="240" w:lineRule="auto"/>
      <w:ind w:left="-993" w:firstLine="0"/>
      <w:jc w:val="left"/>
      <w:rPr>
        <w:rFonts w:ascii="Times New Roman" w:hAnsi="Times New Roman"/>
        <w:color w:val="000000"/>
        <w:sz w:val="22"/>
        <w:szCs w:val="22"/>
        <w:lang w:val="en-US"/>
      </w:rPr>
    </w:pPr>
  </w:p>
  <w:p w:rsidR="0099644D" w:rsidRPr="002274B4" w:rsidRDefault="00537E28" w:rsidP="002274B4">
    <w:pPr>
      <w:pStyle w:val="Header"/>
      <w:tabs>
        <w:tab w:val="clear" w:pos="4153"/>
        <w:tab w:val="clear" w:pos="8306"/>
        <w:tab w:val="left" w:pos="4516"/>
      </w:tabs>
      <w:spacing w:after="0" w:line="240" w:lineRule="auto"/>
      <w:ind w:left="-993" w:firstLine="0"/>
      <w:jc w:val="lef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color w:val="000000"/>
        <w:sz w:val="22"/>
        <w:szCs w:val="22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Microsoft Office Signature Line..." style="width:192pt;height:96pt">
          <v:imagedata r:id="rId2" o:title=""/>
          <o:lock v:ext="edit" ungrouping="t" rotation="t" cropping="t" verticies="t" text="t" grouping="t"/>
          <o:signatureline v:ext="edit" id="{A7699735-3B43-4D32-8B31-34033B94161A}" provid="{00000000-0000-0000-0000-000000000000}" o:suggestedsigner="Изх. №" o:suggestedsigner2="София" issignatureline="t"/>
        </v:shape>
      </w:pict>
    </w:r>
    <w:r w:rsidR="002274B4">
      <w:rPr>
        <w:rFonts w:ascii="Times New Roman" w:hAnsi="Times New Roman"/>
        <w:sz w:val="22"/>
        <w:szCs w:val="22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F0415"/>
    <w:multiLevelType w:val="hybridMultilevel"/>
    <w:tmpl w:val="9F340B46"/>
    <w:lvl w:ilvl="0" w:tplc="FA043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A94B65"/>
    <w:multiLevelType w:val="hybridMultilevel"/>
    <w:tmpl w:val="9730B8D6"/>
    <w:lvl w:ilvl="0" w:tplc="CA0CB3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C35A3F"/>
    <w:multiLevelType w:val="hybridMultilevel"/>
    <w:tmpl w:val="D59081FE"/>
    <w:lvl w:ilvl="0" w:tplc="08EA60D2">
      <w:start w:val="1"/>
      <w:numFmt w:val="bullet"/>
      <w:lvlText w:val="-"/>
      <w:lvlJc w:val="left"/>
      <w:pPr>
        <w:ind w:left="65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3" w15:restartNumberingAfterBreak="0">
    <w:nsid w:val="34F55821"/>
    <w:multiLevelType w:val="hybridMultilevel"/>
    <w:tmpl w:val="4C0A9618"/>
    <w:lvl w:ilvl="0" w:tplc="FB6E56E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2143925"/>
    <w:multiLevelType w:val="hybridMultilevel"/>
    <w:tmpl w:val="B18E1526"/>
    <w:lvl w:ilvl="0" w:tplc="56F2D7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DB90207"/>
    <w:multiLevelType w:val="hybridMultilevel"/>
    <w:tmpl w:val="AECA2FA0"/>
    <w:lvl w:ilvl="0" w:tplc="028E4F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D128C3"/>
    <w:multiLevelType w:val="hybridMultilevel"/>
    <w:tmpl w:val="921A7326"/>
    <w:lvl w:ilvl="0" w:tplc="1304CB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4EF"/>
    <w:rsid w:val="00017D9A"/>
    <w:rsid w:val="00021DD5"/>
    <w:rsid w:val="00033337"/>
    <w:rsid w:val="00034B24"/>
    <w:rsid w:val="00043B61"/>
    <w:rsid w:val="00054917"/>
    <w:rsid w:val="00056B03"/>
    <w:rsid w:val="00062810"/>
    <w:rsid w:val="00077B1C"/>
    <w:rsid w:val="000A66E9"/>
    <w:rsid w:val="000B26E9"/>
    <w:rsid w:val="000B4664"/>
    <w:rsid w:val="000D3046"/>
    <w:rsid w:val="000E7F85"/>
    <w:rsid w:val="00120AE6"/>
    <w:rsid w:val="00123DB0"/>
    <w:rsid w:val="001439DE"/>
    <w:rsid w:val="0017185E"/>
    <w:rsid w:val="001A3519"/>
    <w:rsid w:val="001D5C0F"/>
    <w:rsid w:val="001F0CFC"/>
    <w:rsid w:val="00211FDB"/>
    <w:rsid w:val="002274B4"/>
    <w:rsid w:val="0023095B"/>
    <w:rsid w:val="00241A7B"/>
    <w:rsid w:val="002454EF"/>
    <w:rsid w:val="00247DFC"/>
    <w:rsid w:val="002621CF"/>
    <w:rsid w:val="0027100B"/>
    <w:rsid w:val="0028491A"/>
    <w:rsid w:val="002A73B1"/>
    <w:rsid w:val="002D7F95"/>
    <w:rsid w:val="002E4614"/>
    <w:rsid w:val="003109E0"/>
    <w:rsid w:val="00313832"/>
    <w:rsid w:val="003437FF"/>
    <w:rsid w:val="00352A0C"/>
    <w:rsid w:val="00356510"/>
    <w:rsid w:val="00356E70"/>
    <w:rsid w:val="0036073A"/>
    <w:rsid w:val="003638E2"/>
    <w:rsid w:val="00396C99"/>
    <w:rsid w:val="003975D9"/>
    <w:rsid w:val="003A181B"/>
    <w:rsid w:val="003C1B27"/>
    <w:rsid w:val="003F212A"/>
    <w:rsid w:val="004001CD"/>
    <w:rsid w:val="00412DD3"/>
    <w:rsid w:val="0043429E"/>
    <w:rsid w:val="0043553F"/>
    <w:rsid w:val="0044032B"/>
    <w:rsid w:val="004635F3"/>
    <w:rsid w:val="00485DC6"/>
    <w:rsid w:val="00497BBF"/>
    <w:rsid w:val="004C3769"/>
    <w:rsid w:val="004D2782"/>
    <w:rsid w:val="004D4E72"/>
    <w:rsid w:val="004D7234"/>
    <w:rsid w:val="004E1670"/>
    <w:rsid w:val="004F0774"/>
    <w:rsid w:val="00506E42"/>
    <w:rsid w:val="005144EA"/>
    <w:rsid w:val="00537E28"/>
    <w:rsid w:val="00565AFA"/>
    <w:rsid w:val="00567192"/>
    <w:rsid w:val="00570BBE"/>
    <w:rsid w:val="00594C41"/>
    <w:rsid w:val="005D3E9F"/>
    <w:rsid w:val="00634850"/>
    <w:rsid w:val="00641E9E"/>
    <w:rsid w:val="006568A1"/>
    <w:rsid w:val="006674AD"/>
    <w:rsid w:val="00673F00"/>
    <w:rsid w:val="006752CB"/>
    <w:rsid w:val="00675D2E"/>
    <w:rsid w:val="006C58EC"/>
    <w:rsid w:val="006D4722"/>
    <w:rsid w:val="006E374E"/>
    <w:rsid w:val="006E40F0"/>
    <w:rsid w:val="006E5477"/>
    <w:rsid w:val="006F037E"/>
    <w:rsid w:val="006F52A2"/>
    <w:rsid w:val="0070691E"/>
    <w:rsid w:val="00715809"/>
    <w:rsid w:val="007206AD"/>
    <w:rsid w:val="00733F88"/>
    <w:rsid w:val="00752542"/>
    <w:rsid w:val="00765285"/>
    <w:rsid w:val="00786F00"/>
    <w:rsid w:val="00793DC5"/>
    <w:rsid w:val="007D60CD"/>
    <w:rsid w:val="007F2B7D"/>
    <w:rsid w:val="00810EBF"/>
    <w:rsid w:val="00842CD3"/>
    <w:rsid w:val="00853D2D"/>
    <w:rsid w:val="008873A1"/>
    <w:rsid w:val="008A3C0D"/>
    <w:rsid w:val="008C5F89"/>
    <w:rsid w:val="008D0B86"/>
    <w:rsid w:val="008D0BCE"/>
    <w:rsid w:val="008F3A10"/>
    <w:rsid w:val="00912CF9"/>
    <w:rsid w:val="009150DC"/>
    <w:rsid w:val="0095549B"/>
    <w:rsid w:val="00955888"/>
    <w:rsid w:val="009769B9"/>
    <w:rsid w:val="0099644D"/>
    <w:rsid w:val="009B1107"/>
    <w:rsid w:val="009B7706"/>
    <w:rsid w:val="009C1689"/>
    <w:rsid w:val="009D60DD"/>
    <w:rsid w:val="00A032D2"/>
    <w:rsid w:val="00A060A3"/>
    <w:rsid w:val="00A12379"/>
    <w:rsid w:val="00A502DF"/>
    <w:rsid w:val="00A53E84"/>
    <w:rsid w:val="00A66A0A"/>
    <w:rsid w:val="00A84EFE"/>
    <w:rsid w:val="00A861C8"/>
    <w:rsid w:val="00A942FB"/>
    <w:rsid w:val="00AB1E94"/>
    <w:rsid w:val="00AC1EB0"/>
    <w:rsid w:val="00AC6520"/>
    <w:rsid w:val="00AC6C6B"/>
    <w:rsid w:val="00AC70C0"/>
    <w:rsid w:val="00AD00FE"/>
    <w:rsid w:val="00B022FA"/>
    <w:rsid w:val="00B11F8B"/>
    <w:rsid w:val="00B21FB2"/>
    <w:rsid w:val="00B345AF"/>
    <w:rsid w:val="00B447A6"/>
    <w:rsid w:val="00B576CC"/>
    <w:rsid w:val="00B61BA8"/>
    <w:rsid w:val="00B64989"/>
    <w:rsid w:val="00B669BB"/>
    <w:rsid w:val="00B7732D"/>
    <w:rsid w:val="00BB05E5"/>
    <w:rsid w:val="00BB6F9C"/>
    <w:rsid w:val="00BC035A"/>
    <w:rsid w:val="00BD1187"/>
    <w:rsid w:val="00BF7CF8"/>
    <w:rsid w:val="00C0462F"/>
    <w:rsid w:val="00C1150F"/>
    <w:rsid w:val="00C25071"/>
    <w:rsid w:val="00C826A4"/>
    <w:rsid w:val="00CC5651"/>
    <w:rsid w:val="00CD7DDE"/>
    <w:rsid w:val="00CE0B41"/>
    <w:rsid w:val="00D67946"/>
    <w:rsid w:val="00D84A60"/>
    <w:rsid w:val="00DA4225"/>
    <w:rsid w:val="00DA6254"/>
    <w:rsid w:val="00DC3A09"/>
    <w:rsid w:val="00DC468C"/>
    <w:rsid w:val="00DD0ED4"/>
    <w:rsid w:val="00DE3B7F"/>
    <w:rsid w:val="00DE62E6"/>
    <w:rsid w:val="00E41F20"/>
    <w:rsid w:val="00E43405"/>
    <w:rsid w:val="00E60C8A"/>
    <w:rsid w:val="00E60F9F"/>
    <w:rsid w:val="00E6139D"/>
    <w:rsid w:val="00E7009E"/>
    <w:rsid w:val="00E70226"/>
    <w:rsid w:val="00E731B3"/>
    <w:rsid w:val="00E9567D"/>
    <w:rsid w:val="00ED2B2B"/>
    <w:rsid w:val="00ED688A"/>
    <w:rsid w:val="00EF5DE3"/>
    <w:rsid w:val="00F1254E"/>
    <w:rsid w:val="00F42A42"/>
    <w:rsid w:val="00F52705"/>
    <w:rsid w:val="00F76B2F"/>
    <w:rsid w:val="00F80E0C"/>
    <w:rsid w:val="00F820F9"/>
    <w:rsid w:val="00F8401A"/>
    <w:rsid w:val="00F946B3"/>
    <w:rsid w:val="00FA30A4"/>
    <w:rsid w:val="00FC0A09"/>
    <w:rsid w:val="00FC310E"/>
    <w:rsid w:val="00FD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115AD5"/>
  <w15:docId w15:val="{49C0D0F5-886E-453D-B158-C97C5EFA6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4EF"/>
    <w:pPr>
      <w:spacing w:after="120" w:line="360" w:lineRule="auto"/>
      <w:ind w:firstLine="720"/>
      <w:jc w:val="both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link w:val="BodyTextIndentChar"/>
    <w:rsid w:val="00396C99"/>
    <w:pPr>
      <w:spacing w:after="0" w:line="240" w:lineRule="auto"/>
      <w:ind w:firstLine="1530"/>
    </w:pPr>
    <w:rPr>
      <w:rFonts w:ascii="Times New Roman" w:hAnsi="Times New Roman"/>
      <w:sz w:val="28"/>
    </w:rPr>
  </w:style>
  <w:style w:type="character" w:customStyle="1" w:styleId="HeaderChar">
    <w:name w:val="Header Char"/>
    <w:link w:val="Header"/>
    <w:rsid w:val="00DE62E6"/>
    <w:rPr>
      <w:rFonts w:ascii="Arial" w:hAnsi="Arial"/>
      <w:sz w:val="24"/>
      <w:lang w:eastAsia="en-US"/>
    </w:rPr>
  </w:style>
  <w:style w:type="paragraph" w:styleId="BalloonText">
    <w:name w:val="Balloon Text"/>
    <w:basedOn w:val="Normal"/>
    <w:link w:val="BalloonTextChar"/>
    <w:rsid w:val="00043B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43B61"/>
    <w:rPr>
      <w:rFonts w:ascii="Segoe UI" w:hAnsi="Segoe UI" w:cs="Segoe UI"/>
      <w:sz w:val="18"/>
      <w:szCs w:val="18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CE0B41"/>
    <w:rPr>
      <w:sz w:val="28"/>
      <w:lang w:eastAsia="en-US"/>
    </w:rPr>
  </w:style>
  <w:style w:type="paragraph" w:styleId="ListParagraph">
    <w:name w:val="List Paragraph"/>
    <w:basedOn w:val="Normal"/>
    <w:uiPriority w:val="34"/>
    <w:qFormat/>
    <w:rsid w:val="00675D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25\04-18-6\&#1041;&#1083;&#1072;&#1085;&#1082;&#1072;%20&#1085;&#1072;%20&#1052;&#1048;&#1053;&#1048;&#1057;&#1058;&#1066;&#1056;%20&#1050;&#1059;&#1045;&#105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idRel2" Type="http://schemas.openxmlformats.org/package/2006/relationships/digital-signature/signature" Target="sig6.xml"/><Relationship Id="rId5" Type="http://schemas.openxmlformats.org/package/2006/relationships/digital-signature/signature" Target="sig7.xml"/></Relationships>
</file>

<file path=_xmlsignatures/sig6.xml><?xml version="1.0" encoding="utf-8"?>
<ds:Signature xmlns:ds="http://www.w3.org/2000/09/xmldsig#" Id="idSignature1">
  <ds:SignedInfo>
    <ds:CanonicalizationMethod Algorithm="http://www.w3.org/TR/2001/REC-xml-c14n-20010315"/>
    <ds:SignatureMethod Algorithm="http://www.w3.org/2001/04/xmldsig-more#rsa-sha256"/>
    <ds:Reference Type="http://www.w3.org/2000/09/xmldsig#Object" URI="#idPackageObject">
      <ds:DigestMethod Algorithm="http://www.w3.org/2001/04/xmlenc#sha256"/>
      <ds:DigestValue>5Pl1wUFGmF+q5zAPQsR+PYsm/biYooaFf51795sDJA0=</ds:DigestValue>
    </ds:Reference>
    <ds:Reference Type="http://www.w3.org/2000/09/xmldsig#Object" URI="#idOfficeObject">
      <ds:DigestMethod Algorithm="http://www.w3.org/2001/04/xmlenc#sha256"/>
      <ds:DigestValue>H7nTSWtX1ZF3Vd7tB5mkHrQ6RKmrCDj12QWJmebb3oc=</ds:DigestValue>
    </ds:Reference>
    <ds:Reference Type="http://uri.etsi.org/01903#SignedProperties" URI="#SignedProperties-1831128696">
      <ds:DigestMethod Algorithm="http://www.w3.org/2001/04/xmlenc#sha256"/>
      <ds:DigestValue>CIBoZMvc6piw9h9yo7dxt32QQWgasZ+f7MVAm2aGYVA=</ds:DigestValue>
    </ds:Reference>
  </ds:SignedInfo>
  <ds:SignatureValue>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</ds:SignatureValue>
  <ds:KeyInfo>
    <ds:KeyValue>
      <ds:RSAKeyValue>
        <ds:Modulus>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</ds:Modulus>
        <ds:Exponent>AQAB</ds:Exponent>
      </ds:RSAKeyValue>
    </ds:KeyValue>
    <ds:X509Data>
      <ds:X509Certificate>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</ds:X509Certificate>
    </ds:X509Data>
  </ds:KeyInfo>
  <ds:Object>
    <xades:QualifyingProperties xmlns:xades="http://uri.etsi.org/01903/v1.3.2#" Target="#Signature-1256306996">
      <xades:SignedProperties Id="SignedProperties-1831128696">
        <xades:SignedSignatureProperties>
          <xades:SigningTime>2025-11-18T12:29:19.286Z</xades:SigningTime>
          <xades:SigningCertificate>
            <xades:Cert>
              <xades:CertDigest>
                <ds:DigestMethod Algorithm="http://www.w3.org/2001/04/xmlenc#sha256"/>
                <ds:DigestValue>x55V3vuhVpjcXgDNIt/YpJYS+tPmIlkSZHbavy+nqtE=</ds:DigestValue>
              </xades:CertDigest>
              <xades:IssuerSerial>
                <ds:X509IssuerName>C=BG, L=Sofia, O=Information Services JSC, 2.5.4.97=#0C0F4E545242472D383331363431373931, CN=StampIT Global Qualified CA</ds:X509IssuerName>
                <ds:X509SerialNumber>6626495090784028047</ds:X509SerialNumber>
              </xades:IssuerSerial>
            </xades:Cert>
          </xades:SigningCertificate>
          <xades:SignerRole>
            <xades:ClaimedRoles>
              <xades:ClaimedRole>МИНИСТЪР НА ФИНАНСИТЕ</xades:ClaimedRole>
            </xades:ClaimedRoles>
          </xades:SignerRole>
        </xades:SignedSignatureProperties>
      </xades:SignedProperties>
    </xades:QualifyingProperties>
  </ds:Object>
  <ds:Object Id="idPackageObject">
    <ds:Manifest>
      <ds:Reference URI="/_rels/.rels?ContentType=application/vnd.openxmlformats-package.relationships+xml">
        <ds:Transforms>
          <ds:Transform Algorithm="http://schemas.openxmlformats.org/package/2006/RelationshipTransform">
            <RelationshipReference xmlns="http://schemas.openxmlformats.org/package/2006/digital-signature" SourceId="rId1"/>
            <RelationshipReference xmlns="http://schemas.openxmlformats.org/package/2006/digital-signature" SourceId="rId2"/>
          </ds:Transform>
          <ds:Transform Algorithm="http://www.w3.org/TR/2001/REC-xml-c14n-20010315"/>
        </ds:Transforms>
        <ds:DigestMethod Algorithm="http://www.w3.org/2001/04/xmlenc#sha256"/>
        <ds:DigestValue>oiC5wFAJRD0v0Eh87aGW5eIfagI+HxevNCM4nYL1E+k=</ds:DigestValue>
      </ds:Reference>
      <ds:Reference URI="/word/_rels/document.xml.rels?ContentType=application/vnd.openxmlformats-package.relationships+xml">
        <ds:Transforms>
          <ds:Transform Algorithm="http://schemas.openxmlformats.org/package/2006/RelationshipTransform">
            <RelationshipReference xmlns="http://schemas.openxmlformats.org/package/2006/digital-signature" SourceId="rId8"/>
            <RelationshipReference xmlns="http://schemas.openxmlformats.org/package/2006/digital-signature" SourceId="rId3"/>
            <RelationshipReference xmlns="http://schemas.openxmlformats.org/package/2006/digital-signature" SourceId="rId7"/>
            <RelationshipReference xmlns="http://schemas.openxmlformats.org/package/2006/digital-signature" SourceId="rId12"/>
            <RelationshipReference xmlns="http://schemas.openxmlformats.org/package/2006/digital-signature" SourceId="rId2"/>
            <RelationshipReference xmlns="http://schemas.openxmlformats.org/package/2006/digital-signature" SourceId="rId6"/>
            <RelationshipReference xmlns="http://schemas.openxmlformats.org/package/2006/digital-signature" SourceId="rId11"/>
            <RelationshipReference xmlns="http://schemas.openxmlformats.org/package/2006/digital-signature" SourceId="rId5"/>
            <RelationshipReference xmlns="http://schemas.openxmlformats.org/package/2006/digital-signature" SourceId="rId10"/>
            <RelationshipReference xmlns="http://schemas.openxmlformats.org/package/2006/digital-signature" SourceId="rId4"/>
            <RelationshipReference xmlns="http://schemas.openxmlformats.org/package/2006/digital-signature" SourceId="rId9"/>
          </ds:Transform>
          <ds:Transform Algorithm="http://www.w3.org/TR/2001/REC-xml-c14n-20010315"/>
        </ds:Transforms>
        <ds:DigestMethod Algorithm="http://www.w3.org/2001/04/xmlenc#sha256"/>
        <ds:DigestValue>aohkI8G5HS9zoIXoPCsMGJ4hxoaBlg8Qs116Ses7G+Q=</ds:DigestValue>
      </ds:Reference>
      <ds:Reference URI="/word/document.xml?ContentType=application/vnd.openxmlformats-officedocument.wordprocessingml.document.main+xml">
        <ds:DigestMethod Algorithm="http://www.w3.org/2001/04/xmlenc#sha256"/>
        <ds:DigestValue>sttfTKeCrlV2WCxCkO/ep3/wC0HYE/D9bRh510HJ1XM=</ds:DigestValue>
      </ds:Reference>
      <ds:Reference URI="/word/media/image1.emf?ContentType=image/x-emf">
        <ds:DigestMethod Algorithm="http://www.w3.org/2001/04/xmlenc#sha256"/>
        <ds:DigestValue>wtJ2Vv2UiBHdDC0H4Dn3SoDhDoxp96UeP+B53NjuARQ=</ds:DigestValue>
      </ds:Reference>
      <ds:Reference URI="/word/styles.xml?ContentType=application/vnd.openxmlformats-officedocument.wordprocessingml.styles+xml">
        <ds:DigestMethod Algorithm="http://www.w3.org/2001/04/xmlenc#sha256"/>
        <ds:DigestValue>PLMdcsvjVuN9O9G6IwRKv9An4TkFh1fliQY4mPSgYn4=</ds:DigestValue>
      </ds:Reference>
      <ds:Reference URI="/word/endnotes.xml?ContentType=application/vnd.openxmlformats-officedocument.wordprocessingml.endnotes+xml">
        <ds:DigestMethod Algorithm="http://www.w3.org/2001/04/xmlenc#sha256"/>
        <ds:DigestValue>r1MGYT46LP4owLx/XbkCacCXUauIYH+qrRYWQpZtczQ=</ds:DigestValue>
      </ds:Reference>
      <ds:Reference URI="/word/theme/theme1.xml?ContentType=application/vnd.openxmlformats-officedocument.theme+xml">
        <ds:DigestMethod Algorithm="http://www.w3.org/2001/04/xmlenc#sha256"/>
        <ds:DigestValue>Gzlhtf8EUeyzXJmjd603b0+/K+oFv6Wp6eCHOquqQ6U=</ds:DigestValue>
      </ds:Reference>
      <ds:Reference URI="/word/numbering.xml?ContentType=application/vnd.openxmlformats-officedocument.wordprocessingml.numbering+xml">
        <ds:DigestMethod Algorithm="http://www.w3.org/2001/04/xmlenc#sha256"/>
        <ds:DigestValue>LOWr5DBr6eP9m+9GUesivsy1lC83UXAddff3pD8ZYEU=</ds:DigestValue>
      </ds:Reference>
      <ds:Reference URI="/word/footnotes.xml?ContentType=application/vnd.openxmlformats-officedocument.wordprocessingml.footnotes+xml">
        <ds:DigestMethod Algorithm="http://www.w3.org/2001/04/xmlenc#sha256"/>
        <ds:DigestValue>Yb21J9qwNZVWWt583YQz69niBBktefWSu90ytue6uo8=</ds:DigestValue>
      </ds:Reference>
      <ds:Reference URI="/word/fontTable.xml?ContentType=application/vnd.openxmlformats-officedocument.wordprocessingml.fontTable+xml">
        <ds:DigestMethod Algorithm="http://www.w3.org/2001/04/xmlenc#sha256"/>
        <ds:DigestValue>0I4SZ1C9WJbOfUlNaA0V5UEoVLbDGX7plhY1Ji5rqmE=</ds:DigestValue>
      </ds:Reference>
      <ds:Reference URI="/word/webSettings.xml?ContentType=application/vnd.openxmlformats-officedocument.wordprocessingml.webSettings+xml">
        <ds:DigestMethod Algorithm="http://www.w3.org/2001/04/xmlenc#sha256"/>
        <ds:DigestValue>JUcExltPBufU7L/PJENXfnkRkoichYa130L/aDTVcMg=</ds:DigestValue>
      </ds:Reference>
      <ds:Reference URI="/word/footer1.xml?ContentType=application/vnd.openxmlformats-officedocument.wordprocessingml.footer+xml">
        <ds:DigestMethod Algorithm="http://www.w3.org/2001/04/xmlenc#sha256"/>
        <ds:DigestValue>EHri2WxYrk/mauOuecKN8qCBBgRQT3se5+GszZRTh8Q=</ds:DigestValue>
      </ds:Reference>
      <ds:Reference URI="/word/_rels/settings.xml.rels?ContentType=application/vnd.openxmlformats-package.relationships+xml">
        <ds:Transforms>
          <ds:Transform Algorithm="http://schemas.openxmlformats.org/package/2006/RelationshipTransform">
            <RelationshipReference xmlns="http://schemas.openxmlformats.org/package/2006/digital-signature" SourceId="rId1"/>
          </ds:Transform>
          <ds:Transform Algorithm="http://www.w3.org/TR/2001/REC-xml-c14n-20010315"/>
        </ds:Transforms>
        <ds:DigestMethod Algorithm="http://www.w3.org/2001/04/xmlenc#sha256"/>
        <ds:DigestValue>okmYbBHo8d+iYTyNJtXSXWDpEHsaQZ4wAUTlPrNlw3E=</ds:DigestValue>
      </ds:Reference>
      <ds:Reference URI="/word/settings.xml?ContentType=application/vnd.openxmlformats-officedocument.wordprocessingml.settings+xml">
        <ds:DigestMethod Algorithm="http://www.w3.org/2001/04/xmlenc#sha256"/>
        <ds:DigestValue>B9/ykEZWXSCTQXAybt/HnSmOQ/ThP+e9GdMNZ2gVAjU=</ds:DigestValue>
      </ds:Reference>
      <ds:Reference URI="/word/_rels/header1.xml.rels?ContentType=application/vnd.openxmlformats-package.relationships+xml">
        <ds:Transforms>
          <ds:Transform Algorithm="http://schemas.openxmlformats.org/package/2006/RelationshipTransform">
            <RelationshipReference xmlns="http://schemas.openxmlformats.org/package/2006/digital-signature" SourceId="rId2"/>
            <RelationshipReference xmlns="http://schemas.openxmlformats.org/package/2006/digital-signature" SourceId="rId1"/>
          </ds:Transform>
          <ds:Transform Algorithm="http://www.w3.org/TR/2001/REC-xml-c14n-20010315"/>
        </ds:Transforms>
        <ds:DigestMethod Algorithm="http://www.w3.org/2001/04/xmlenc#sha256"/>
        <ds:DigestValue>Yd9kXlWMKB4Gv5Rag9B4KAhurF4nn7nDTRFHP7Tiwps=</ds:DigestValue>
      </ds:Reference>
      <ds:Reference URI="/word/header1.xml?ContentType=application/vnd.openxmlformats-officedocument.wordprocessingml.header+xml">
        <ds:DigestMethod Algorithm="http://www.w3.org/2001/04/xmlenc#sha256"/>
        <ds:DigestValue>Sxv3zYS/z/n1cvc7o+Ak5IMnRhpx/NvTHmBCO+iB4Ss=</ds:DigestValue>
      </ds:Reference>
      <ds:Reference URI="/word/media/image3.emf?ContentType=image/x-emf">
        <ds:DigestMethod Algorithm="http://www.w3.org/2001/04/xmlenc#sha256"/>
        <ds:DigestValue>I+ypI6gCDHVEek48suQI1W1SCnr2tVyAGT3tULQnb1g=</ds:DigestValue>
      </ds:Reference>
      <ds:Reference URI="/word/media/image2.jpeg?ContentType=image/jpeg">
        <ds:DigestMethod Algorithm="http://www.w3.org/2001/04/xmlenc#sha256"/>
        <ds:DigestValue>zLKXYZXSRE2k5PGFfcT42qDU6bvSPvy37G+1HVs4OYQ=</ds:DigestValue>
      </ds:Reference>
      <ds:Reference URI="/docProps/core.xml?ContentType=application/vnd.openxmlformats-package.core-properties+xml">
        <ds:DigestMethod Algorithm="http://www.w3.org/2001/04/xmlenc#sha256"/>
        <ds:DigestValue>0JV9oxEjMWbGsm0ofMjfqm51RJd4Acuafyz0Bf1ufjU=</ds:DigestValue>
      </ds:Reference>
    </ds:Manifest>
    <ds:SignatureProperties>
      <ds:SignatureProperty Id="idSignatureTime" Target="#idSignature1">
        <SignatureTime xmlns="http://schemas.openxmlformats.org/package/2006/digital-signature">
          <Format>YYYY-MM-DDThh:mm:ss.sTZD</Format>
          <Value>2025-11-18T12:29:19.2Z</Value>
        </SignatureTime>
      </ds:SignatureProperty>
    </ds:SignatureProperties>
  </ds:Object>
  <ds:Object Id="idOfficeObject">
    <ds:SignatureProperties>
      <ds:SignatureProperty Id="idOfficeV1Details" Target="#idSignature1">
        <SignatureInfoV1 xmlns="http://schemas.microsoft.com/office/2006/digsig">
          <ApplicationVersion/>
          <ColorDepth>0</ColorDepth>
          <HorizontalResolution>0</HorizontalResolution>
          <Monitors>0</Monitors>
          <OfficeVersion/>
          <SetupID>{F7007CE3-3B79-4DE5-BAC0-2E5497F50433}</SetupID>
          <SignatureComments/>
          <SignatureImage/>
          <SignatureProviderDetails>9</SignatureProviderDetails>
          <SignatureProviderId>{00000000-0000-0000-0000-000000000000}</SignatureProviderId>
          <SignatureProviderUrl/>
          <SignatureText/>
          <SignatureType>1</SignatureType>
          <VerticalResolution>0</VerticalResolution>
          <WindowsVersion/>
          <DelegateSuggestedSigner>МИНИСТЪР НА ФИНАНСИТЕ</DelegateSuggestedSigner>
          <DelegateSuggestedSigner2>ТЕМЕНУЖКА ПЕТКОВА</DelegateSuggestedSigner2>
          <ManifestHashAlgorithm>http://www.w3.org/2000/09/xmldsig#sha1</ManifestHashAlgorithm>
        </SignatureInfoV1>
      </ds:SignatureProperty>
    </ds:SignatureProperties>
  </ds:Object>
</ds:Signature>
</file>

<file path=_xmlsignatures/sig7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RfOsgQZjYpEhbWCuBgXBah6O2DD7XYGB7y28hoPZe7w=</DigestValue>
    </Reference>
    <Reference Type="http://www.w3.org/2000/09/xmldsig#Object" URI="#idOfficeObject">
      <DigestMethod Algorithm="http://www.w3.org/2001/04/xmlenc#sha256"/>
      <DigestValue>/M5wY4bWWO+uMEgoIGii4mdPn+HCVRE78UjnPsNR9ok=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B7prYkwgUYUKWkNCxO4fU6IkJoTXru2ZUWLgZFIT8oI=</DigestValue>
    </Reference>
    <Reference Type="http://www.w3.org/2000/09/xmldsig#Object" URI="#idValidSigLnImg">
      <DigestMethod Algorithm="http://www.w3.org/2001/04/xmlenc#sha256"/>
      <DigestValue>S9pTZ30lDhLgDIkAI85kaiiyrIBqg+r9MmbdivqEleA=</DigestValue>
    </Reference>
    <Reference Type="http://www.w3.org/2000/09/xmldsig#Object" URI="#idInvalidSigLnImg">
      <DigestMethod Algorithm="http://www.w3.org/2001/04/xmlenc#sha256"/>
      <DigestValue>b6lgjdT4eaS1bhZR2WeLIG+VuSSw1gkkD8SiDE+eDSU=</DigestValue>
    </Reference>
  </SignedInfo>
  <SignatureValue>C5Y36tz8h8XEtUJeJcjcqNXTt7pl2rmhxy/aXO7XBfUcylXxrFrPdBeDf1ZsfH2qHMkCQearg6fz
O8QgD/kS3d5LgQm3J+AfMraywzxhZoQrAc1jJgSuXU2DE75yrXT5pQR2Z0QoXLhViJC9iyRvL8mk
TTc9rtbm/Yx2TcOhQ9vZhXfTz9maRbqpwhvyJhOCltQ1tKn1VN7s/Sphi6Z9f4I1lHmNP6x2G0S+
KMvVgZsv07ceJrd/ycwtIVpSpR7/OG1tkaU6GChaU26BFn2T/NpKycFkqh7CY1zBJ8Ocrjfm2bKD
VnhS1AcCZWDE6N41gvL93ueQVcQrjB5eQWpJRw==</SignatureValue>
  <KeyInfo>
    <X509Data>
      <X509Certificate>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aohkI8G5HS9zoIXoPCsMGJ4hxoaBlg8Qs116Ses7G+Q=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Yd9kXlWMKB4Gv5Rag9B4KAhurF4nn7nDTRFHP7Tiwps=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okmYbBHo8d+iYTyNJtXSXWDpEHsaQZ4wAUTlPrNlw3E=</DigestValue>
      </Reference>
      <Reference URI="/word/document.xml?ContentType=application/vnd.openxmlformats-officedocument.wordprocessingml.document.main+xml">
        <DigestMethod Algorithm="http://www.w3.org/2001/04/xmlenc#sha256"/>
        <DigestValue>sttfTKeCrlV2WCxCkO/ep3/wC0HYE/D9bRh510HJ1XM=</DigestValue>
      </Reference>
      <Reference URI="/word/endnotes.xml?ContentType=application/vnd.openxmlformats-officedocument.wordprocessingml.endnotes+xml">
        <DigestMethod Algorithm="http://www.w3.org/2001/04/xmlenc#sha256"/>
        <DigestValue>r1MGYT46LP4owLx/XbkCacCXUauIYH+qrRYWQpZtczQ=</DigestValue>
      </Reference>
      <Reference URI="/word/fontTable.xml?ContentType=application/vnd.openxmlformats-officedocument.wordprocessingml.fontTable+xml">
        <DigestMethod Algorithm="http://www.w3.org/2001/04/xmlenc#sha256"/>
        <DigestValue>0I4SZ1C9WJbOfUlNaA0V5UEoVLbDGX7plhY1Ji5rqmE=</DigestValue>
      </Reference>
      <Reference URI="/word/footer1.xml?ContentType=application/vnd.openxmlformats-officedocument.wordprocessingml.footer+xml">
        <DigestMethod Algorithm="http://www.w3.org/2001/04/xmlenc#sha256"/>
        <DigestValue>EHri2WxYrk/mauOuecKN8qCBBgRQT3se5+GszZRTh8Q=</DigestValue>
      </Reference>
      <Reference URI="/word/footnotes.xml?ContentType=application/vnd.openxmlformats-officedocument.wordprocessingml.footnotes+xml">
        <DigestMethod Algorithm="http://www.w3.org/2001/04/xmlenc#sha256"/>
        <DigestValue>Yb21J9qwNZVWWt583YQz69niBBktefWSu90ytue6uo8=</DigestValue>
      </Reference>
      <Reference URI="/word/header1.xml?ContentType=application/vnd.openxmlformats-officedocument.wordprocessingml.header+xml">
        <DigestMethod Algorithm="http://www.w3.org/2001/04/xmlenc#sha256"/>
        <DigestValue>Sxv3zYS/z/n1cvc7o+Ak5IMnRhpx/NvTHmBCO+iB4Ss=</DigestValue>
      </Reference>
      <Reference URI="/word/media/image1.emf?ContentType=image/x-emf">
        <DigestMethod Algorithm="http://www.w3.org/2001/04/xmlenc#sha256"/>
        <DigestValue>wtJ2Vv2UiBHdDC0H4Dn3SoDhDoxp96UeP+B53NjuARQ=</DigestValue>
      </Reference>
      <Reference URI="/word/media/image2.jpeg?ContentType=image/jpeg">
        <DigestMethod Algorithm="http://www.w3.org/2001/04/xmlenc#sha256"/>
        <DigestValue>zLKXYZXSRE2k5PGFfcT42qDU6bvSPvy37G+1HVs4OYQ=</DigestValue>
      </Reference>
      <Reference URI="/word/media/image3.emf?ContentType=image/x-emf">
        <DigestMethod Algorithm="http://www.w3.org/2001/04/xmlenc#sha256"/>
        <DigestValue>I+ypI6gCDHVEek48suQI1W1SCnr2tVyAGT3tULQnb1g=</DigestValue>
      </Reference>
      <Reference URI="/word/numbering.xml?ContentType=application/vnd.openxmlformats-officedocument.wordprocessingml.numbering+xml">
        <DigestMethod Algorithm="http://www.w3.org/2001/04/xmlenc#sha256"/>
        <DigestValue>LOWr5DBr6eP9m+9GUesivsy1lC83UXAddff3pD8ZYEU=</DigestValue>
      </Reference>
      <Reference URI="/word/settings.xml?ContentType=application/vnd.openxmlformats-officedocument.wordprocessingml.settings+xml">
        <DigestMethod Algorithm="http://www.w3.org/2001/04/xmlenc#sha256"/>
        <DigestValue>B9/ykEZWXSCTQXAybt/HnSmOQ/ThP+e9GdMNZ2gVAjU=</DigestValue>
      </Reference>
      <Reference URI="/word/styles.xml?ContentType=application/vnd.openxmlformats-officedocument.wordprocessingml.styles+xml">
        <DigestMethod Algorithm="http://www.w3.org/2001/04/xmlenc#sha256"/>
        <DigestValue>PLMdcsvjVuN9O9G6IwRKv9An4TkFh1fliQY4mPSgYn4=</DigestValue>
      </Reference>
      <Reference URI="/word/theme/theme1.xml?ContentType=application/vnd.openxmlformats-officedocument.theme+xml">
        <DigestMethod Algorithm="http://www.w3.org/2001/04/xmlenc#sha256"/>
        <DigestValue>Gzlhtf8EUeyzXJmjd603b0+/K+oFv6Wp6eCHOquqQ6U=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2025-11-18T12:31:33Z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{A7699735-3B43-4D32-8B31-34033B94161A}</SetupID>
          <SignatureText>04-18-233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2025-11-18T12:31:33Z</xd:SigningTime>
          <xd:SigningCertificate>
            <xd:Cert>
              <xd:CertDigest>
                <DigestMethod Algorithm="http://www.w3.org/2001/04/xmlenc#sha256"/>
                <DigestValue>a064ohAK0YoS+ThNryczhEoN6SP/ydaqysmxO2miVho=</DigestValue>
              </xd:CertDigest>
              <xd:IssuerSerial>
                <X509IssuerName>C=BG, L=Sofia, O=Information Services JSC, OID.2.5.4.97=NTRBG-831641791, CN=StampIT Global Qualified CA</X509IssuerName>
                <X509SerialNumber>5431411800262819443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DYGAAAaQwAACBFTUYAAAEACBsAAKo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QAAAAEAAAA9wAAABEAAAAlAAAADAAAAAEAAABUAAAAnAAAALUAAAAEAAAA9QAAABAAAAABAAAAAMDGQb6ExkG1AAAABAAAAA0AAABMAAAAAAAAAAAAAAAAAAAA//////////9oAAAAMQA4AC4AMQAxAC4AMgAwADIANQ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AAwM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HUAAABHAAAAKQAAADMAAABN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HYAAABIAAAAJQAAAAwAAAAEAAAAVAAAAIQAAAAqAAAAMwAAAHQAAABHAAAAAQAAAADAxkG+hMZBKgAAADMAAAAJAAAATAAAAAAAAAAAAAAAAAAAAP//////////YAAAADAANAAtADEAOAAtADIAMwAzAAAACQAAAAkAAAAGAAAACQAAAAkAAAAGAAAACQAAAAk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HAAAAAKAAAAUAAAAC0AAABcAAAAAQAAAADAxkG+hMZBCgAAAFAAAAAGAAAATAAAAAAAAAAAAAAAAAAAAP//////////WAAAABgENwRFBC4AIAAWIQgAAAAFAAAABQAAAAMAAAADAAA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</Object>
  <Object Id="idInvalidSigLnImg">AQAAAGwAAAAAAAAAAAAAAP8AAAB/AAAAAAAAAAAAAADYGAAAaQwAACBFTUYAAAEAnB4AALA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ADA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AMD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1AAAARwAAACkAAAAzAAAAT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B2AAAASAAAACUAAAAMAAAABAAAAFQAAACEAAAAKgAAADMAAAB0AAAARwAAAAEAAAAAwMZBvoTGQSoAAAAzAAAACQAAAEwAAAAAAAAAAAAAAAAAAAD//////////2AAAAAwADQALQAxADgALQAyADMAMwAAAAkAAAAJAAAABgAAAAkAAAAJAAAABg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tAAAAXAAAAAEAAAAAwMZBvoTGQQoAAABQAAAABgAAAEwAAAAAAAAAAAAAAAAAAAD//////////1gAAAAYBDcERQQuACAAFiEIAAAABQ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2D6D3-0B92-4B03-B51C-D40D95572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Бланка на МИНИСТЪР КУЕП.dotx</Template>
  <TotalTime>16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 И Н И С Т Ъ Р:</vt:lpstr>
    </vt:vector>
  </TitlesOfParts>
  <Company>Ministry of Finance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И Н И С Т Ъ Р:</dc:title>
  <dc:creator>Кристина Куюмджиева</dc:creator>
  <cp:lastModifiedBy>Генади Георгиев</cp:lastModifiedBy>
  <cp:revision>6</cp:revision>
  <cp:lastPrinted>2024-06-27T14:08:00Z</cp:lastPrinted>
  <dcterms:created xsi:type="dcterms:W3CDTF">2025-11-14T12:19:00Z</dcterms:created>
  <dcterms:modified xsi:type="dcterms:W3CDTF">2025-11-17T07:26:00Z</dcterms:modified>
</cp:coreProperties>
</file>